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18F20243" w:rsidR="00425059" w:rsidRDefault="00D37380">
      <w:r>
        <w:t>15.12.25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el"/>
      </w:pPr>
      <w:r>
        <w:t>Anhörung</w:t>
      </w:r>
    </w:p>
    <w:p w14:paraId="0B534A28" w14:textId="77777777" w:rsidR="00425059" w:rsidRDefault="00425059"/>
    <w:p w14:paraId="00495E2E" w14:textId="77777777" w:rsidR="00D37380" w:rsidRPr="00D37380" w:rsidRDefault="00D37380" w:rsidP="00D37380">
      <w:pPr>
        <w:shd w:val="clear" w:color="auto" w:fill="FFFFFF"/>
        <w:spacing w:after="165" w:line="240" w:lineRule="auto"/>
        <w:outlineLvl w:val="1"/>
        <w:rPr>
          <w:rFonts w:ascii="Helvetica" w:hAnsi="Helvetica" w:cs="Helvetica"/>
          <w:color w:val="000000"/>
          <w:sz w:val="36"/>
          <w:szCs w:val="36"/>
        </w:rPr>
      </w:pPr>
      <w:r w:rsidRPr="00D37380">
        <w:rPr>
          <w:rFonts w:ascii="Helvetica" w:hAnsi="Helvetica" w:cs="Helvetica"/>
          <w:color w:val="000000"/>
          <w:sz w:val="36"/>
          <w:szCs w:val="36"/>
        </w:rPr>
        <w:t>Plattenlegerin EFZ</w:t>
      </w:r>
      <w:r w:rsidRPr="00D37380">
        <w:rPr>
          <w:rFonts w:ascii="Helvetica" w:hAnsi="Helvetica" w:cs="Helvetica"/>
          <w:color w:val="000000"/>
          <w:sz w:val="36"/>
          <w:szCs w:val="36"/>
        </w:rPr>
        <w:br/>
        <w:t>Plattenleger EFZ</w:t>
      </w:r>
    </w:p>
    <w:p w14:paraId="203162D0" w14:textId="5D4315DA" w:rsidR="00425059" w:rsidRDefault="00425059">
      <w:pPr>
        <w:pStyle w:val="berschrift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15737E">
        <w:rPr>
          <w:b/>
          <w:i w:val="0"/>
          <w:iCs w:val="0"/>
          <w:u w:val="single"/>
        </w:rPr>
        <w:t>15</w:t>
      </w:r>
      <w:r w:rsidR="00D37380">
        <w:rPr>
          <w:b/>
          <w:i w:val="0"/>
          <w:iCs w:val="0"/>
          <w:u w:val="single"/>
        </w:rPr>
        <w:t>. Februar 2026</w:t>
      </w:r>
      <w:r>
        <w:rPr>
          <w:b/>
          <w:i w:val="0"/>
          <w:iCs w:val="0"/>
        </w:rPr>
        <w:t xml:space="preserve"> an </w:t>
      </w:r>
      <w:hyperlink r:id="rId7" w:history="1">
        <w:r w:rsidR="006B0C99" w:rsidRPr="003C0AF9">
          <w:rPr>
            <w:rStyle w:val="Hyperlink"/>
            <w:b/>
            <w:i w:val="0"/>
            <w:iCs w:val="0"/>
          </w:rPr>
          <w:t>sabine.tuschling@sbfi.admin.ch</w:t>
        </w:r>
      </w:hyperlink>
      <w:r w:rsidR="006B0C99">
        <w:rPr>
          <w:b/>
          <w:i w:val="0"/>
          <w:iCs w:val="0"/>
        </w:rPr>
        <w:t xml:space="preserve"> 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5802EE00" w:rsidR="00425059" w:rsidRDefault="00425059">
      <w:pPr>
        <w:jc w:val="both"/>
      </w:pPr>
      <w:r>
        <w:rPr>
          <w:rFonts w:cs="Arial"/>
        </w:rPr>
        <w:t>Bitte verwenden Sie für Ihre Stellungnahme</w:t>
      </w:r>
      <w:r w:rsidR="006B0C99">
        <w:rPr>
          <w:rFonts w:cs="Arial"/>
        </w:rPr>
        <w:t>n</w:t>
      </w:r>
      <w:r>
        <w:rPr>
          <w:rFonts w:cs="Arial"/>
        </w:rPr>
        <w:t xml:space="preserve"> </w:t>
      </w:r>
      <w:r w:rsidRPr="00D37380">
        <w:rPr>
          <w:rFonts w:cs="Arial"/>
          <w:b/>
          <w:bCs/>
        </w:rPr>
        <w:t>ausschliesslich diese Vorlage</w:t>
      </w:r>
      <w:r>
        <w:rPr>
          <w:rFonts w:cs="Arial"/>
        </w:rPr>
        <w:t xml:space="preserve">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Textkrper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77777777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Verordnung</w:t>
      </w:r>
      <w:r w:rsidR="006A1CBD" w:rsidRPr="006A1CBD">
        <w:rPr>
          <w:b/>
          <w:bCs/>
          <w:sz w:val="24"/>
          <w:u w:val="single"/>
        </w:rPr>
        <w:t xml:space="preserve"> </w:t>
      </w:r>
      <w:r w:rsidRPr="006A1CBD">
        <w:rPr>
          <w:b/>
          <w:bCs/>
          <w:sz w:val="24"/>
          <w:u w:val="single"/>
        </w:rPr>
        <w:t>über</w:t>
      </w:r>
      <w:r>
        <w:rPr>
          <w:b/>
          <w:bCs/>
          <w:sz w:val="24"/>
          <w:u w:val="single"/>
        </w:rPr>
        <w:t xml:space="preserve"> die berufliche Grundbildung: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b/>
                <w:bCs/>
                <w:i/>
                <w:iCs/>
                <w:sz w:val="24"/>
              </w:rPr>
              <w:t>Art.</w:t>
            </w:r>
          </w:p>
        </w:tc>
        <w:tc>
          <w:tcPr>
            <w:tcW w:w="1117" w:type="dxa"/>
          </w:tcPr>
          <w:p w14:paraId="5498D3E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Abs. &amp; Lit.</w:t>
            </w:r>
          </w:p>
        </w:tc>
        <w:tc>
          <w:tcPr>
            <w:tcW w:w="11910" w:type="dxa"/>
          </w:tcPr>
          <w:p w14:paraId="06076A8B" w14:textId="77777777" w:rsidR="00425059" w:rsidRDefault="0042505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</w:pPr>
            <w:r>
              <w:t>Bemerkung / Empfehlung</w:t>
            </w:r>
          </w:p>
        </w:tc>
      </w:tr>
    </w:tbl>
    <w:p w14:paraId="3C05810D" w14:textId="77777777" w:rsidR="00425059" w:rsidRDefault="00425059">
      <w:pPr>
        <w:pStyle w:val="berschrift2"/>
        <w:rPr>
          <w:b w:val="0"/>
          <w:bCs w:val="0"/>
          <w:i/>
          <w:iCs w:val="0"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5059" w14:paraId="391F5521" w14:textId="77777777">
        <w:trPr>
          <w:trHeight w:val="521"/>
        </w:trPr>
        <w:tc>
          <w:tcPr>
            <w:tcW w:w="2127" w:type="dxa"/>
          </w:tcPr>
          <w:p w14:paraId="3A34A7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t>Ingress</w:t>
            </w:r>
          </w:p>
        </w:tc>
        <w:tc>
          <w:tcPr>
            <w:tcW w:w="11907" w:type="dxa"/>
          </w:tcPr>
          <w:p w14:paraId="1100AEF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2462C5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12DECB9B" w14:textId="77777777" w:rsidR="00425059" w:rsidRDefault="00425059"/>
    <w:p w14:paraId="0835AAEA" w14:textId="77777777" w:rsidR="00425059" w:rsidRDefault="00425059"/>
    <w:p w14:paraId="0DEA8FEE" w14:textId="77777777" w:rsidR="00425059" w:rsidRDefault="00425059"/>
    <w:p w14:paraId="7AA0446C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  <w:r>
        <w:rPr>
          <w:b/>
          <w:bCs/>
          <w:sz w:val="24"/>
          <w:u w:val="single"/>
          <w:lang w:val="de-CH"/>
        </w:rPr>
        <w:t>3) Zum Bildungsplan:</w:t>
      </w:r>
    </w:p>
    <w:p w14:paraId="716DCE74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p w14:paraId="1C9635A6" w14:textId="77777777" w:rsidR="00425059" w:rsidRDefault="00425059">
      <w:pPr>
        <w:pStyle w:val="Betreffzeile"/>
        <w:rPr>
          <w:b/>
          <w:bCs/>
          <w:sz w:val="24"/>
          <w:u w:val="single"/>
          <w:lang w:val="de-CH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425059" w14:paraId="21E10D15" w14:textId="77777777">
        <w:tc>
          <w:tcPr>
            <w:tcW w:w="1242" w:type="dxa"/>
          </w:tcPr>
          <w:p w14:paraId="4994DE5F" w14:textId="77777777" w:rsidR="00425059" w:rsidRDefault="0042505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 xml:space="preserve">Seite </w:t>
            </w:r>
          </w:p>
        </w:tc>
        <w:tc>
          <w:tcPr>
            <w:tcW w:w="1877" w:type="dxa"/>
          </w:tcPr>
          <w:p w14:paraId="6F23BDC6" w14:textId="77777777" w:rsidR="00425059" w:rsidRDefault="00425059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  <w:r>
              <w:t>Kapitel</w:t>
            </w:r>
          </w:p>
        </w:tc>
        <w:tc>
          <w:tcPr>
            <w:tcW w:w="10915" w:type="dxa"/>
          </w:tcPr>
          <w:p w14:paraId="493437E9" w14:textId="77777777" w:rsidR="00425059" w:rsidRDefault="00425059">
            <w:pPr>
              <w:pStyle w:val="berschrift5"/>
              <w:tabs>
                <w:tab w:val="left" w:pos="1134"/>
              </w:tabs>
            </w:pPr>
            <w:r>
              <w:t>Bemerkung / Empfehlung</w:t>
            </w:r>
          </w:p>
          <w:p w14:paraId="7351BD8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</w:tbl>
    <w:p w14:paraId="51BFB013" w14:textId="77777777" w:rsidR="00425059" w:rsidRDefault="00425059">
      <w:pPr>
        <w:tabs>
          <w:tab w:val="left" w:pos="14034"/>
        </w:tabs>
        <w:rPr>
          <w:b/>
          <w:bCs/>
          <w:i/>
          <w:iCs/>
          <w:sz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425059" w14:paraId="042496A8" w14:textId="77777777">
        <w:tc>
          <w:tcPr>
            <w:tcW w:w="1246" w:type="dxa"/>
          </w:tcPr>
          <w:p w14:paraId="41D2B3C0" w14:textId="77777777" w:rsidR="00425059" w:rsidRDefault="00425059">
            <w:pPr>
              <w:pStyle w:val="berschrift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</w:rPr>
            </w:pPr>
          </w:p>
        </w:tc>
        <w:tc>
          <w:tcPr>
            <w:tcW w:w="1873" w:type="dxa"/>
          </w:tcPr>
          <w:p w14:paraId="4B46A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  <w:p w14:paraId="708E7F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</w:rPr>
            </w:pPr>
          </w:p>
        </w:tc>
        <w:tc>
          <w:tcPr>
            <w:tcW w:w="10915" w:type="dxa"/>
          </w:tcPr>
          <w:p w14:paraId="25B3F7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</w:rPr>
            </w:pPr>
          </w:p>
        </w:tc>
      </w:tr>
      <w:tr w:rsidR="00425059" w14:paraId="518F2E46" w14:textId="77777777">
        <w:tc>
          <w:tcPr>
            <w:tcW w:w="1246" w:type="dxa"/>
          </w:tcPr>
          <w:p w14:paraId="0AB45A8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40219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1FA2CEB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43E209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76E534E6" w14:textId="77777777">
        <w:tc>
          <w:tcPr>
            <w:tcW w:w="1246" w:type="dxa"/>
          </w:tcPr>
          <w:p w14:paraId="7CEF11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7A781AC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  <w:p w14:paraId="6CA73F2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72E50F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5BE08C94" w14:textId="77777777">
        <w:tc>
          <w:tcPr>
            <w:tcW w:w="1246" w:type="dxa"/>
          </w:tcPr>
          <w:p w14:paraId="522B509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2BFA69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6D65F03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7ABDBB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6E3571" w14:textId="77777777">
        <w:tc>
          <w:tcPr>
            <w:tcW w:w="1246" w:type="dxa"/>
          </w:tcPr>
          <w:p w14:paraId="507DFD3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C6896C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236C272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727EAF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2146C0F4" w14:textId="77777777">
        <w:tc>
          <w:tcPr>
            <w:tcW w:w="1246" w:type="dxa"/>
          </w:tcPr>
          <w:p w14:paraId="1C04E18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24BE73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34F1B1D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373FAFC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491A4109" w14:textId="77777777">
        <w:tc>
          <w:tcPr>
            <w:tcW w:w="1246" w:type="dxa"/>
          </w:tcPr>
          <w:p w14:paraId="326526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6D8EA8B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14EA71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011CCE1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8CFE677" w14:textId="77777777">
        <w:tc>
          <w:tcPr>
            <w:tcW w:w="1246" w:type="dxa"/>
          </w:tcPr>
          <w:p w14:paraId="0F3DCE7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5126622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489051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639290F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  <w:tr w:rsidR="00425059" w14:paraId="0FB36DF6" w14:textId="77777777">
        <w:tc>
          <w:tcPr>
            <w:tcW w:w="1246" w:type="dxa"/>
          </w:tcPr>
          <w:p w14:paraId="2AC9267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  <w:p w14:paraId="01D4944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  <w:bCs/>
              </w:rPr>
            </w:pPr>
          </w:p>
        </w:tc>
        <w:tc>
          <w:tcPr>
            <w:tcW w:w="1873" w:type="dxa"/>
          </w:tcPr>
          <w:p w14:paraId="5348DF0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  <w:tc>
          <w:tcPr>
            <w:tcW w:w="10915" w:type="dxa"/>
          </w:tcPr>
          <w:p w14:paraId="2DA0DFB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rFonts w:cs="Arial"/>
              </w:rPr>
            </w:pPr>
          </w:p>
        </w:tc>
      </w:tr>
    </w:tbl>
    <w:p w14:paraId="718E4138" w14:textId="77777777" w:rsidR="00425059" w:rsidRDefault="00425059">
      <w:pPr>
        <w:tabs>
          <w:tab w:val="left" w:pos="4500"/>
          <w:tab w:val="left" w:pos="9180"/>
          <w:tab w:val="left" w:pos="12240"/>
        </w:tabs>
        <w:rPr>
          <w:sz w:val="24"/>
        </w:rPr>
      </w:pPr>
    </w:p>
    <w:p w14:paraId="7968ECCA" w14:textId="77777777" w:rsidR="00425059" w:rsidRDefault="00425059">
      <w:pPr>
        <w:tabs>
          <w:tab w:val="left" w:pos="4500"/>
          <w:tab w:val="left" w:pos="9180"/>
          <w:tab w:val="left" w:pos="12240"/>
        </w:tabs>
      </w:pPr>
    </w:p>
    <w:sectPr w:rsidR="0042505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50DE" w14:textId="77777777" w:rsidR="003508D7" w:rsidRDefault="003508D7">
      <w:r>
        <w:separator/>
      </w:r>
    </w:p>
  </w:endnote>
  <w:endnote w:type="continuationSeparator" w:id="0">
    <w:p w14:paraId="3F80DD5A" w14:textId="77777777" w:rsidR="003508D7" w:rsidRDefault="0035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3261" w14:textId="77777777" w:rsidR="003508D7" w:rsidRDefault="003508D7">
      <w:r>
        <w:separator/>
      </w:r>
    </w:p>
  </w:footnote>
  <w:footnote w:type="continuationSeparator" w:id="0">
    <w:p w14:paraId="0474BD44" w14:textId="77777777" w:rsidR="003508D7" w:rsidRDefault="00350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581283C4" w:rsidR="00021526" w:rsidRDefault="003D3C4B">
          <w:pPr>
            <w:pStyle w:val="Logo"/>
          </w:pPr>
          <w:r>
            <w:drawing>
              <wp:inline distT="0" distB="0" distL="0" distR="0" wp14:anchorId="1A735C37" wp14:editId="1A981962">
                <wp:extent cx="286385" cy="31369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6385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Kopfzeil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16508B90" w:rsidR="00021526" w:rsidRDefault="003D3C4B">
          <w:pPr>
            <w:pStyle w:val="Logo"/>
          </w:pPr>
          <w:r>
            <w:drawing>
              <wp:inline distT="0" distB="0" distL="0" distR="0" wp14:anchorId="45604CE9" wp14:editId="1B0E7FFB">
                <wp:extent cx="2060575" cy="66167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575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Kopfzeil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ttachedTemplate r:id="rId1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136B6C"/>
    <w:rsid w:val="0015737E"/>
    <w:rsid w:val="00190164"/>
    <w:rsid w:val="001E1519"/>
    <w:rsid w:val="001F1979"/>
    <w:rsid w:val="003508D7"/>
    <w:rsid w:val="00381865"/>
    <w:rsid w:val="003D3C4B"/>
    <w:rsid w:val="003F5544"/>
    <w:rsid w:val="00425059"/>
    <w:rsid w:val="00492DC2"/>
    <w:rsid w:val="004D3F5B"/>
    <w:rsid w:val="005046B3"/>
    <w:rsid w:val="0055245F"/>
    <w:rsid w:val="00661C25"/>
    <w:rsid w:val="006A1CBD"/>
    <w:rsid w:val="006B0C99"/>
    <w:rsid w:val="006F5712"/>
    <w:rsid w:val="007B35A0"/>
    <w:rsid w:val="007E1AC2"/>
    <w:rsid w:val="00936E68"/>
    <w:rsid w:val="0098072B"/>
    <w:rsid w:val="009A56C0"/>
    <w:rsid w:val="009A597E"/>
    <w:rsid w:val="00A0140F"/>
    <w:rsid w:val="00A11273"/>
    <w:rsid w:val="00A22801"/>
    <w:rsid w:val="00A416C4"/>
    <w:rsid w:val="00A4529E"/>
    <w:rsid w:val="00AC0B67"/>
    <w:rsid w:val="00AF7F90"/>
    <w:rsid w:val="00BC0ECA"/>
    <w:rsid w:val="00BD3C57"/>
    <w:rsid w:val="00C37D22"/>
    <w:rsid w:val="00C96DA3"/>
    <w:rsid w:val="00D07909"/>
    <w:rsid w:val="00D37380"/>
    <w:rsid w:val="00D71244"/>
    <w:rsid w:val="00D93006"/>
    <w:rsid w:val="00DA7EED"/>
    <w:rsid w:val="00E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Kopfzeile"/>
    <w:next w:val="Kopfzeile"/>
    <w:rPr>
      <w:b/>
    </w:rPr>
  </w:style>
  <w:style w:type="paragraph" w:customStyle="1" w:styleId="KopfDept">
    <w:name w:val="KopfDept"/>
    <w:basedOn w:val="Kopfzeil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szCs w:val="24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</w:rPr>
  </w:style>
  <w:style w:type="paragraph" w:customStyle="1" w:styleId="Form">
    <w:name w:val="Form"/>
    <w:basedOn w:val="Standard"/>
    <w:rPr>
      <w:sz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4"/>
      <w:lang w:val="en-GB" w:eastAsia="en-US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  <w:rPr>
      <w:szCs w:val="24"/>
      <w:lang w:eastAsia="en-US"/>
    </w:rPr>
  </w:style>
  <w:style w:type="paragraph" w:styleId="Textkrper2">
    <w:name w:val="Body Text 2"/>
    <w:basedOn w:val="Standard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Textkrper3">
    <w:name w:val="Body Text 3"/>
    <w:basedOn w:val="Standard"/>
    <w:semiHidden/>
    <w:pPr>
      <w:jc w:val="both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4"/>
      <w:lang w:eastAsia="de-DE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eastAsia="de-DE"/>
    </w:rPr>
  </w:style>
  <w:style w:type="paragraph" w:styleId="Sprechblasentext">
    <w:name w:val="Balloon Text"/>
    <w:basedOn w:val="Standard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</w:rPr>
  </w:style>
  <w:style w:type="character" w:styleId="Funotenzeichen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Funotentext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eastAsia="de-DE"/>
    </w:rPr>
  </w:style>
  <w:style w:type="paragraph" w:customStyle="1" w:styleId="zzKopfDept">
    <w:name w:val="zz KopfDept"/>
    <w:next w:val="Standard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Kopfzeile"/>
    <w:rsid w:val="00D93006"/>
    <w:pPr>
      <w:suppressAutoHyphens/>
      <w:spacing w:line="200" w:lineRule="atLeast"/>
    </w:pPr>
    <w:rPr>
      <w:rFonts w:ascii="Arial" w:hAnsi="Arial"/>
      <w:b/>
      <w:noProof/>
      <w:sz w:val="15"/>
    </w:rPr>
  </w:style>
  <w:style w:type="character" w:styleId="Hyperlink">
    <w:name w:val="Hyperlink"/>
    <w:basedOn w:val="Absatz-Standardschriftart"/>
    <w:uiPriority w:val="99"/>
    <w:unhideWhenUsed/>
    <w:rsid w:val="006B0C9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0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8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bine.tuschling@sbfi.admin.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4</Pages>
  <Words>148</Words>
  <Characters>18809</Characters>
  <Application>Microsoft Office Word</Application>
  <DocSecurity>0</DocSecurity>
  <Lines>156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Tuschling Sabine SBFI</cp:lastModifiedBy>
  <cp:revision>6</cp:revision>
  <cp:lastPrinted>2009-02-17T09:42:00Z</cp:lastPrinted>
  <dcterms:created xsi:type="dcterms:W3CDTF">2025-07-29T11:05:00Z</dcterms:created>
  <dcterms:modified xsi:type="dcterms:W3CDTF">2025-11-27T14:59:00Z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